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group id="_x0000_s1051" o:spid="_x0000_s1051" o:spt="203" style="position:absolute;left:0pt;margin-left:25.6pt;margin-top:45.65pt;height:102.55pt;width:364.1pt;z-index:251664384;mso-width-relative:page;mso-height-relative:page;" coordorigin="2312,2353" coordsize="7282,2051">
            <o:lock v:ext="edit"/>
            <v:shape id="Freeform 145" o:spid="_x0000_s1035" o:spt="100" style="position:absolute;left:2312;top:2353;height:2046;width:1510;" fillcolor="#29869F" filled="t" stroked="f" coordsize="269,364" o:gfxdata="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" adj="," path="m188,197c262,120,262,120,262,120c262,120,262,120,262,120c264,118,265,116,265,113c265,108,260,104,255,104c252,104,250,105,248,106c248,106,248,106,248,106c178,179,178,179,178,179c150,132,150,132,150,132c150,69,150,69,150,69c228,69,228,69,228,69c245,69,259,66,259,41c259,10,259,10,259,10c259,10,259,10,259,10c259,10,259,10,259,10c259,10,259,10,259,10c259,10,259,10,259,10c259,4,255,0,249,0c244,0,240,4,240,10c240,10,240,10,240,10c240,41,240,41,240,41c240,49,234,50,228,50c150,50,150,50,150,50c150,10,150,10,150,10c150,4,145,0,140,0c135,0,130,4,130,10c130,50,130,50,130,50c10,50,10,50,10,50c10,50,10,50,10,50c4,50,0,54,0,60c0,65,4,69,10,69c10,69,10,69,10,69c130,69,130,69,130,69c130,329,130,329,130,329c130,341,122,345,113,345c90,345,90,345,90,345c90,345,90,345,90,345c90,345,90,345,90,345c90,345,90,345,90,345c90,345,90,345,90,345c85,345,81,349,81,354c81,360,85,364,90,364c90,364,90,364,90,364c113,364,113,364,113,364c132,364,150,356,150,329c150,170,150,170,150,170c251,342,251,342,251,342c251,342,251,342,251,342c253,345,256,347,259,347c265,347,269,342,269,337c269,335,268,333,267,331l188,197xe">
              <v:path o:connecttype="segments" o:connectlocs="704520,739744;981831,450606;981831,450606;993073,424320;955599,390525;929367,398035;929367,398035;667045,672153;562117,495666;562117,259098;854418,259098;970589,153957;970589,37550;970589,37550;970589,37550;970589,37550;970589,37550;933114,0;899387,37550;899387,37550;899387,153957;854418,187752;562117,187752;562117,37550;524642,0;487168,37550;487168,187752;37474,187752;37474,187752;0,225303;37474,259098;37474,259098;487168,259098;487168,1235410;423461,1295491;337270,1295491;337270,1295491;337270,1295491;337270,1295491;337270,1295491;303543,1329287;337270,1366837;337270,1366837;423461,1366837;562117,1235410;562117,638358;940609,1284226;940609,1284226;970589,1303001;1008063,1265451;1000568,1242920;704520,739744" o:connectangles="0,0,0,0,0,0,0,0,0,0,0,0,0,0,0,0,0,0,0,0,0,0,0,0,0,0,0,0,0,0,0,0,0,0,0,0,0,0,0,0,0,0,0,0,0,0,0,0,0,0,0,0"/>
              <v:fill on="t" focussize="0,0"/>
              <v:stroke on="f" joinstyle="round"/>
              <v:imagedata o:title=""/>
              <o:lock v:ext="edit"/>
            </v:shape>
            <v:shape id="Freeform 151" o:spid="_x0000_s1037" o:spt="100" style="position:absolute;left:6449;top:3002;height:1400;width:1146;" fillcolor="#29869F" filled="t" stroked="f" coordsize="204,249" o:gfxdata="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" adj="," path="m177,0c10,0,10,0,10,0c5,0,0,5,0,10c0,15,5,20,10,20c10,20,10,20,10,20c167,20,167,20,167,20c177,20,185,23,185,35c185,214,185,214,185,214c185,226,177,230,167,230c147,230,147,230,147,230c147,230,147,230,147,230c142,230,138,234,138,239c138,245,142,249,147,249c147,249,147,249,147,249c167,249,167,249,167,249c188,249,204,241,204,214c204,35,204,35,204,35c204,8,188,0,177,0xe">
              <v:path o:connecttype="segments" o:connectlocs="663902,0;37509,0;0,37552;37509,75103;37509,75103;626393,75103;693909,131431;693909,803606;626393,863689;551376,863689;551376,863689;517618,897485;551376,935037;551376,935037;626393,935037;765175,803606;765175,131431;663902,0" o:connectangles="0,0,0,0,0,0,0,0,0,0,0,0,0,0,0,0,0,0"/>
              <v:fill on="t" focussize="0,0"/>
              <v:stroke on="f" joinstyle="round"/>
              <v:imagedata o:title=""/>
              <o:lock v:ext="edit"/>
            </v:shape>
            <v:shape id="Freeform 152" o:spid="_x0000_s1038" o:spt="100" style="position:absolute;left:6490;top:3273;height:891;width:859;" fillcolor="#29869F" filled="t" stroked="f" coordsize="153,159" o:gfxdata="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" adj="," path="m153,131c153,27,153,27,153,27c153,3,139,0,121,0c32,0,32,0,32,0c14,0,0,3,0,27c0,131,0,131,0,131c0,155,14,159,32,159c121,159,121,159,121,159c139,159,153,155,153,131xm133,131c133,138,128,139,121,139c32,139,32,139,32,139c25,139,20,138,20,131c20,91,20,91,20,91c133,91,133,91,133,91l133,131xm133,72c20,72,20,72,20,72c20,27,20,27,20,27c20,20,25,20,32,20c121,20,121,20,121,20c128,20,133,20,133,27l133,72xe">
              <v:path o:connecttype="segments" o:connectlocs="573088,490477;573088,101091;453226,0;119862,0;0,101091;0,490477;119862,595312;453226,595312;573088,490477;498175,490477;453226,520430;119862,520430;74913,490477;74913,340713;498175,340713;498175,490477;498175,269575;74913,269575;74913,101091;119862,74882;453226,74882;498175,101091;498175,269575" o:connectangles="0,0,0,0,0,0,0,0,0,0,0,0,0,0,0,0,0,0,0,0,0,0,0"/>
              <v:fill on="t" focussize="0,0"/>
              <v:stroke on="f" joinstyle="round"/>
              <v:imagedata o:title=""/>
              <o:lock v:ext="edit"/>
            </v:shape>
            <v:shape id="Freeform 154" o:spid="_x0000_s1039" o:spt="100" style="position:absolute;left:6164;top:2367;height:551;width:751;" fillcolor="#29869F" filled="t" stroked="f" coordsize="134,98" o:gfxdata="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" adj="," path="m65,89c65,89,65,89,65,89c65,56,65,56,65,56c125,56,125,56,125,56c125,56,125,56,125,56c125,56,125,56,125,56c130,56,134,52,134,46c134,41,130,37,125,37c125,37,125,37,125,37c31,37,31,37,31,37c41,13,41,13,41,13c41,13,41,13,41,13c41,12,41,11,41,9c41,4,37,0,31,0c27,0,24,2,22,6c0,56,0,56,0,56c46,56,46,56,46,56c46,88,46,88,46,88c46,88,46,88,46,89c46,94,50,98,55,98c61,98,65,94,65,89xe">
              <v:path o:connecttype="segments" o:connectlocs="243338,334477;243338,334477;243338,210457;467957,210457;467957,210457;467957,210457;501650,172876;467957,139052;467957,139052;116053,139052;153490,48856;153490,48856;153490,33823;116053,0;82360,22549;0,210457;172208,210457;172208,330718;172208,334477;205901,368300;243338,334477" o:connectangles="0,0,0,0,0,0,0,0,0,0,0,0,0,0,0,0,0,0,0,0,0"/>
              <v:fill on="t" focussize="0,0"/>
              <v:stroke on="f" joinstyle="round"/>
              <v:imagedata o:title=""/>
              <o:lock v:ext="edit"/>
            </v:shape>
            <v:shape id="Freeform 157" o:spid="_x0000_s1041" o:spt="100" style="position:absolute;left:8089;top:2424;height:1973;width:1505;" fillcolor="#29869F" filled="t" stroked="f" coordsize="268,351" o:gfxdata="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" adj="," path="m259,0c51,0,51,0,51,0c31,0,16,7,14,34c0,341,0,341,0,341c0,341,0,341,0,341c0,341,0,341,0,341c0,347,4,351,9,351c15,351,19,347,19,341c19,341,19,341,19,341c34,35,34,35,34,35c35,23,42,19,51,19c259,19,259,19,259,19c259,19,259,19,259,19c264,19,268,15,268,9c268,4,264,0,259,0xe">
              <v:path o:connecttype="segments" o:connectlocs="971142,0;191229,0;52494,127633;0,1280086;0,1280086;0,1280086;33746,1317625;71242,1280086;71242,1280086;127486,131387;191229,71324;971142,71324;971142,71324;1004888,33785;971142,0" o:connectangles="0,0,0,0,0,0,0,0,0,0,0,0,0,0,0"/>
              <v:fill on="t" focussize="0,0"/>
              <v:stroke on="f" joinstyle="round"/>
              <v:imagedata o:title=""/>
              <o:lock v:ext="edit"/>
            </v:shape>
            <v:shape id="Freeform 158" o:spid="_x0000_s1042" o:spt="100" style="position:absolute;left:8387;top:2643;height:1754;width:1122;" fillcolor="#29869F" filled="t" stroked="f" coordsize="200,312" o:gfxdata="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" adj="," path="m163,59c145,59,145,59,145,59c138,25,108,0,73,0c32,0,0,32,0,73c0,106,22,135,53,143c28,300,28,300,28,300c28,300,28,300,28,300c28,301,28,301,28,301c28,301,28,301,28,301c28,301,28,302,28,302c28,308,32,312,38,312c42,312,46,309,47,304c47,304,47,304,47,304c73,146,73,146,73,146c73,146,73,146,73,146c111,146,142,116,146,79c163,79,163,79,163,79c173,79,181,82,181,94c181,277,181,277,181,277c181,289,173,293,163,293c113,293,113,293,113,293c113,293,112,293,112,293c107,293,103,297,103,302c103,308,107,312,112,312c112,312,112,312,112,312c163,312,163,312,163,312c183,312,200,305,200,277c200,94,200,94,200,94c200,67,183,59,163,59xm73,126c43,126,19,102,19,73c19,43,43,19,73,19c102,19,126,43,126,73c126,102,102,126,73,126xe">
              <v:path o:connecttype="segments" o:connectlocs="610680,221548;543243,221548;273495,0;0,274119;198565,536972;104902,1126514;104902,1126514;104902,1130269;104902,1130269;104902,1134025;142367,1171575;176086,1141535;176086,1141535;273495,548237;273495,548237;546989,296649;610680,296649;678117,352975;678117,1040148;610680,1100229;423355,1100229;419608,1100229;385890,1134025;419608,1171575;419608,1171575;610680,1171575;749300,1040148;749300,352975;610680,221548;273495,473136;71184,274119;273495,71346;472059,274119;273495,473136" o:connectangles="0,0,0,0,0,0,0,0,0,0,0,0,0,0,0,0,0,0,0,0,0,0,0,0,0,0,0,0,0,0,0,0,0,0"/>
              <v:fill on="t" focussize="0,0"/>
              <v:stroke on="f" joinstyle="round"/>
              <v:imagedata o:title=""/>
              <o:lock v:ext="edit"/>
            </v:shape>
            <v:shape id="Freeform 159" o:spid="_x0000_s1043" o:spt="100" style="position:absolute;left:8560;top:2819;height:268;width:264;" fillcolor="#29869F" filled="t" stroked="f" coordsize="47,48" o:gfxdata="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" adj="," path="m42,0c19,0,0,19,0,42c0,45,3,48,6,48c9,48,12,45,12,42c12,25,25,12,42,12c45,12,47,9,47,6c47,3,45,0,42,0xe">
              <v:path o:connecttype="segments" o:connectlocs="157467,0;0,156964;22495,179387;44991,156964;157467,44847;176213,22423;157467,0" o:connectangles="0,0,0,0,0,0,0"/>
              <v:fill on="t" focussize="0,0"/>
              <v:stroke on="f" joinstyle="round"/>
              <v:imagedata o:title=""/>
              <o:lock v:ext="edit"/>
            </v:shape>
            <v:shape id="Freeform 160" o:spid="_x0000_s1044" o:spt="100" style="position:absolute;left:8836;top:3104;height:168;width:179;" fillcolor="#29869F" filled="t" stroked="f" coordsize="32,30" o:gfxdata="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" adj="," path="m20,4c17,10,11,16,5,19c2,20,0,23,2,26c3,28,5,30,7,30c8,30,8,29,9,29c18,25,26,18,30,9c32,6,30,3,28,1c25,0,21,1,20,4xe">
              <v:path o:connecttype="segments" o:connectlocs="74414,15028;18604,71384;7441,97684;26045,112712;33486,108955;111622,33814;104180,3757;74414,15028" o:connectangles="0,0,0,0,0,0,0,0"/>
              <v:fill on="t" focussize="0,0"/>
              <v:stroke on="f" joinstyle="round"/>
              <v:imagedata o:title=""/>
              <o:lock v:ext="edit"/>
            </v:shape>
            <v:shape id="Freeform 155" o:spid="_x0000_s1045" o:spt="100" style="position:absolute;left:6972;top:2367;height:556;width:726;" fillcolor="#29869F" filled="t" stroked="f" coordsize="129,99" o:gfxdata="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" adj="," path="m119,37c119,37,119,37,119,37c31,37,31,37,31,37c41,13,41,13,41,13c41,13,41,13,41,13c41,12,42,11,42,9c42,4,37,0,32,0c27,0,24,2,22,6c0,56,0,56,0,56c43,56,43,56,43,56c43,89,43,89,43,89c43,89,43,89,43,89c43,89,43,89,43,89c43,94,47,99,53,99c58,99,62,94,62,89c62,89,62,89,62,89c62,89,62,89,62,89c62,56,62,56,62,56c119,56,119,56,119,56c119,56,119,56,119,56c119,56,119,56,119,56c124,56,129,52,129,46c129,41,124,37,119,37xe">
              <v:path o:connecttype="segments" o:connectlocs="446654,138834;446654,138834;116355,138834;153889,48780;153889,48780;157643,33770;120109,0;82575,22514;0,210127;161396,210127;161396,333952;161396,333952;161396,333952;198930,371475;232711,333952;232711,333952;232711,333952;232711,210127;446654,210127;446654,210127;446654,210127;484188,172605;446654,138834" o:connectangles="0,0,0,0,0,0,0,0,0,0,0,0,0,0,0,0,0,0,0,0,0,0,0"/>
              <v:fill on="t" focussize="0,0"/>
              <v:stroke on="f" joinstyle="round"/>
              <v:imagedata o:title=""/>
              <o:lock v:ext="edit"/>
            </v:shape>
            <v:shape id="Freeform 153" o:spid="_x0000_s1046" o:spt="100" style="position:absolute;left:6230;top:2941;height:281;width:107;" fillcolor="#29869F" filled="t" stroked="f" coordsize="19,50" o:gfxdata="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" adj="," path="m10,0c4,0,0,4,0,9c0,40,0,40,0,40c0,46,4,50,10,50c15,50,19,46,19,40c19,9,19,9,19,9c19,4,15,0,10,0xe">
              <v:path o:connecttype="segments" o:connectlocs="37599,0;0,33719;0,149860;37599,187325;71438,149860;71438,33719;37599,0" o:connectangles="0,0,0,0,0,0,0"/>
              <v:fill on="t" focussize="0,0"/>
              <v:stroke on="f" joinstyle="round"/>
              <v:imagedata o:title=""/>
              <o:lock v:ext="edit"/>
            </v:shape>
            <v:shape id="Freeform 147" o:spid="_x0000_s1047" o:spt="100" style="position:absolute;left:5008;top:2410;height:1129;width:709;" fillcolor="#29869F" filled="t" stroked="f" coordsize="126,201" o:gfxdata="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" adj="," path="m32,201c95,201,95,201,95,201c112,201,126,198,126,173c126,28,126,28,126,28c126,3,112,0,95,0c32,0,32,0,32,0c15,0,0,3,0,28c0,173,0,173,0,173c0,198,15,201,32,201xm20,28c20,20,26,19,32,19c95,19,95,19,95,19c101,19,107,20,107,28c107,173,107,173,107,173c107,180,101,181,95,181c32,181,32,181,32,181c26,181,20,180,20,173l20,28xe">
              <v:path o:connecttype="segments" o:connectlocs="120146,754062;356684,754062;473075,649019;473075,105043;356684,0;120146,0;0,105043;0,649019;120146,754062;75091,105043;120146,71279;356684,71279;401738,105043;401738,649019;356684,679031;120146,679031;75091,649019;75091,105043" o:connectangles="0,0,0,0,0,0,0,0,0,0,0,0,0,0,0,0,0,0"/>
              <v:fill on="t" focussize="0,0"/>
              <v:stroke on="f" joinstyle="round"/>
              <v:imagedata o:title=""/>
              <o:lock v:ext="edit"/>
            </v:shape>
            <v:shape id="Freeform 148" o:spid="_x0000_s1048" o:spt="100" style="position:absolute;left:5486;top:3629;height:775;width:264;" fillcolor="#29869F" filled="t" stroked="f" coordsize="47,138" o:gfxdata="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" adj="," path="m19,8c19,8,19,8,19,8c18,3,13,0,8,1c3,2,0,7,1,12c1,12,1,12,1,12c1,13,1,13,1,13c1,13,1,13,1,13c1,13,1,13,1,13c27,129,27,129,27,129c27,129,27,129,28,130c28,130,28,130,28,130c28,130,28,130,28,130c29,133,31,136,35,137c40,138,45,135,46,130c47,128,47,127,46,125l19,8xe">
              <v:path o:connecttype="segments" o:connectlocs="71235,30001;71235,30001;29994,3750;3749,45002;3749,45002;3749,48752;3749,48752;3749,48752;101229,483773;104978,487524;104978,487524;104978,487524;131222,513775;172464,487524;172464,468773;71235,30001" o:connectangles="0,0,0,0,0,0,0,0,0,0,0,0,0,0,0,0"/>
              <v:fill on="t" focussize="0,0"/>
              <v:stroke on="f" joinstyle="round"/>
              <v:imagedata o:title=""/>
              <o:lock v:ext="edit"/>
            </v:shape>
            <v:shape id="Freeform 149" o:spid="_x0000_s1049" o:spt="100" style="position:absolute;left:4195;top:2426;height:1973;width:813;" fillcolor="#29869F" filled="t" stroked="f" coordsize="145,351" o:gfxdata="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" adj="," path="m145,262c145,257,140,252,135,252c134,252,134,252,134,252c134,252,134,252,134,252c119,255,119,255,119,255c119,19,119,19,119,19c129,19,129,19,129,19c130,19,130,19,130,19c135,19,140,15,140,10c140,4,136,0,130,0c130,0,130,0,130,0c13,0,13,0,13,0c13,0,13,0,13,0c7,0,3,4,3,10c3,15,7,19,13,19c13,19,13,19,13,19c25,19,25,19,25,19c25,273,25,273,25,273c8,276,8,276,8,276c8,276,8,276,8,276c3,277,0,281,0,286c0,291,4,296,9,296c10,296,11,296,11,296c11,296,11,296,11,296c99,279,99,279,99,279c99,340,99,340,99,340c99,341,99,341,99,341c99,347,103,351,109,351c114,351,118,347,118,341c118,341,118,341,118,341c119,341,119,341,119,341c119,275,119,275,119,275c136,272,136,272,136,272c141,272,145,267,145,262xm44,19c99,19,99,19,99,19c99,87,99,87,99,87c44,87,44,87,44,87l44,19xm44,107c99,107,99,107,99,107c99,175,99,175,99,175c44,175,44,175,44,175l44,107xm44,269c44,194,44,194,44,194c99,194,99,194,99,194c99,259,99,259,99,259l44,269xe">
              <v:path o:connecttype="segments" o:connectlocs="542925,983526;505482,945987;501738,945987;501738,945987;445573,957249;445573,71324;483016,71324;486760,71324;524203,37539;486760,0;486760,0;48676,0;48676,0;11233,37539;48676,71324;48676,71324;93608,71324;93608,1024819;29954,1036081;29954,1036081;0,1073620;33699,1111160;41187,1111160;41187,1111160;370687,1047343;370687,1276332;370687,1280086;408130,1317625;441829,1280086;441829,1280086;445573,1280086;445573,1032327;509226,1021066;542925,983526;164750,71324;370687,71324;370687,326591;164750,326591;164750,71324;164750,401669;370687,401669;370687,656936;164750,656936;164750,401669;164750,1009804;164750,728260;370687,728260;370687,972265;164750,1009804" o:connectangles="0,0,0,0,0,0,0,0,0,0,0,0,0,0,0,0,0,0,0,0,0,0,0,0,0,0,0,0,0,0,0,0,0,0,0,0,0,0,0,0,0,0,0,0,0,0,0,0,0"/>
              <v:fill on="t" focussize="0,0"/>
              <v:stroke on="f" joinstyle="round"/>
              <v:imagedata o:title=""/>
              <o:lock v:ext="edit"/>
            </v:shape>
            <v:shape id="Freeform 150" o:spid="_x0000_s1026" o:spt="100" style="position:absolute;left:5003;top:3634;height:770;width:260;" fillcolor="#29869F" filled="t" stroked="f" coordsize="46,137" o:gfxdata="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" adj="," path="m36,0c32,0,28,3,27,7c27,7,27,7,27,7c1,124,1,124,1,124c1,124,1,124,1,124c1,124,1,125,1,125c1,126,1,126,1,126c1,126,1,126,1,126c0,130,4,135,8,136c13,137,18,134,20,129c20,129,20,129,20,129c46,12,46,12,46,12c46,12,46,11,46,11c46,11,46,11,46,11c46,11,46,11,46,11c46,11,46,10,46,10c46,4,42,0,36,0xe">
              <v:path o:connecttype="segments" o:connectlocs="135421,0;101566,26281;101566,26281;3762,465543;3762,465543;3762,469297;3762,473052;3762,473052;30094,510596;75234,484315;75234,484315;173038,45053;173038,41298;173038,41298;173038,41298;173038,37544;135421,0" o:connectangles="0,0,0,0,0,0,0,0,0,0,0,0,0,0,0,0,0"/>
              <v:fill on="t" focussize="0,0"/>
              <v:stroke on="f" joinstyle="round"/>
              <v:imagedata o:title=""/>
              <o:lock v:ext="edit"/>
            </v:shape>
          </v:group>
        </w:pict>
      </w:r>
      <w:r>
        <w:pict>
          <v:shape id="Freeform 156" o:spid="_x0000_s1040" o:spt="100" style="position:absolute;left:0pt;margin-left:221.5pt;margin-top:94.15pt;height:56.45pt;width:5.35pt;z-index:251654144;mso-width-relative:page;mso-height-relative:page;" fillcolor="#29869F" filled="t" stroked="f" coordsize="19,201" o:gfxdata="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" adj="," path="m10,0c4,0,0,4,0,9c0,191,0,191,0,191c0,191,0,191,0,191c0,197,4,201,10,201c15,201,19,197,19,191c19,191,19,191,19,191c19,9,19,9,19,9c19,4,15,0,10,0xe">
            <v:path o:connecttype="segments" o:connectlocs="37599,0;0,33764;0,716546;0,716546;37599,754062;71438,716546;71438,716546;71438,33764;37599,0" o:connectangles="0,0,0,0,0,0,0,0,0"/>
            <v:fill on="t" focussize="0,0"/>
            <v:stroke on="f" joinstyle="round"/>
            <v:imagedata o:title=""/>
            <o:lock v:ext="edit"/>
          </v:shape>
        </w:pict>
      </w:r>
      <w:r>
        <w:pict>
          <v:shape id="Freeform 146" o:spid="_x0000_s1036" o:spt="100" style="position:absolute;left:0pt;margin-left:28.35pt;margin-top:76.75pt;height:26.15pt;width:22.25pt;z-index:251650048;mso-width-relative:page;mso-height-relative:page;" fillcolor="#29869F" filled="t" stroked="f" coordsize="79,93" o:gfxdata="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" adj="," path="m77,78c77,77,76,77,76,76c18,4,18,4,18,4c18,4,18,4,17,4c17,4,17,4,17,4c17,4,17,4,17,4c15,1,13,0,9,0c4,0,0,4,0,10c0,13,1,15,3,17c61,88,61,88,61,88c63,91,66,93,69,93c74,93,79,88,79,83c79,81,78,79,77,78c77,78,77,78,77,78xe">
            <v:path o:connecttype="segments" o:connectlocs="289347,292919;285590,285409;67640,15022;63882,15022;63882,15022;63882,15022;33820,0;0,37554;11273,63841;229223,330473;259285,349250;296863,311696;289347,292919;289347,292919" o:connectangles="0,0,0,0,0,0,0,0,0,0,0,0,0,0"/>
            <v:fill on="t" focussize="0,0"/>
            <v:stroke on="f" joinstyle="round"/>
            <v:imagedata o:title=""/>
            <o:lock v:ext="edit"/>
          </v:shape>
        </w:pict>
      </w:r>
      <w:r>
        <w:pict>
          <v:shape id="Freeform 144" o:spid="_x0000_s1034" o:spt="100" style="position:absolute;left:0pt;margin-left:27.25pt;margin-top:102.1pt;height:43.05pt;width:32.25pt;z-index:251646976;mso-width-relative:page;mso-height-relative:page;" fillcolor="#29869F" filled="t" stroked="f" coordsize="115,153" o:gfxdata="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" adj="," path="m18,149c18,149,18,149,18,149c113,16,113,16,113,16c114,15,115,13,115,10c115,5,111,0,105,0c102,0,99,2,97,5c97,5,97,5,97,5c2,137,2,137,2,137c1,139,0,141,0,143c0,149,4,153,10,153c13,153,16,152,17,149c18,149,18,149,18,149xe">
            <v:path o:connecttype="segments" o:connectlocs="67338,559651;67338,559651;422731,60097;430213,37560;392803,0;362875,18780;362875,18780;7482,514578;0,537115;37410,574675;63597,559651;67338,559651" o:connectangles="0,0,0,0,0,0,0,0,0,0,0,0"/>
            <v:fill on="t" focussize="0,0"/>
            <v:stroke on="f" joinstyle="round"/>
            <v:imagedata o:title=""/>
            <o:lock v:ext="edit"/>
          </v:shape>
        </w:pict>
      </w:r>
      <w:r>
        <w:pict>
          <v:shape id="_x0000_s1033" o:spid="_x0000_s1033" o:spt="202" type="#_x0000_t202" style="position:absolute;left:0pt;margin-left:141.25pt;margin-top:321.9pt;height:125.45pt;width:211.05pt;z-index:251669504;mso-width-relative:page;mso-height-relative:page;" filled="f" stroked="f" coordsize="21600,21600" o:gfxdata="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C4d6qL3AAAAAsBAAAPAAAAAAAAAAEAIAAAACIAAABkcnMvZG93bnJldi54bWxQSwECFAAUAAAA&#10;CACHTuJAHE0+ECMCAAAbBAAADgAAAAAAAAABACAAAAArAQAAZHJzL2Uyb0RvYy54bWxQSwUGAAAA&#10;AAYABgBZAQAAwAUAAAAA&#10;">
            <v:path/>
            <v:fill on="f" focussize="0,0"/>
            <v:stroke on="f" weight="0.5pt" joinstyle="miter"/>
            <v:imagedata o:title=""/>
            <o:lock v:ext="edit"/>
            <v:textbox>
              <w:txbxContent>
                <w:p>
                  <w:pPr>
                    <w:spacing w:line="413" w:lineRule="auto"/>
                    <w:rPr>
                      <w:rFonts w:hint="eastAsia" w:ascii="黑体" w:hAnsi="黑体" w:eastAsia="黑体" w:cs="黑体"/>
                      <w:color w:val="7E7E7E" w:themeColor="text1" w:themeTint="8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黑体" w:hAnsi="黑体" w:eastAsia="黑体" w:cs="黑体"/>
                      <w:color w:val="7E7E7E" w:themeColor="text1" w:themeTint="80"/>
                      <w:sz w:val="28"/>
                      <w:szCs w:val="28"/>
                    </w:rPr>
                    <w:t>姓名：</w:t>
                  </w:r>
                  <w:r>
                    <w:rPr>
                      <w:rFonts w:hint="eastAsia" w:ascii="黑体" w:hAnsi="黑体" w:eastAsia="黑体" w:cs="黑体"/>
                      <w:color w:val="7E7E7E" w:themeColor="text1" w:themeTint="80"/>
                      <w:sz w:val="28"/>
                      <w:szCs w:val="28"/>
                      <w:lang w:eastAsia="zh-CN"/>
                    </w:rPr>
                    <w:t>幸运日素材</w:t>
                  </w:r>
                </w:p>
                <w:p>
                  <w:pPr>
                    <w:spacing w:line="413" w:lineRule="auto"/>
                    <w:rPr>
                      <w:rFonts w:ascii="黑体" w:hAnsi="黑体" w:eastAsia="黑体" w:cs="黑体"/>
                      <w:color w:val="7E7E7E" w:themeColor="text1" w:themeTint="80"/>
                      <w:sz w:val="28"/>
                      <w:szCs w:val="28"/>
                    </w:rPr>
                  </w:pPr>
                  <w:r>
                    <w:rPr>
                      <w:rFonts w:hint="eastAsia" w:ascii="黑体" w:hAnsi="黑体" w:eastAsia="黑体" w:cs="黑体"/>
                      <w:color w:val="7E7E7E" w:themeColor="text1" w:themeTint="80"/>
                      <w:sz w:val="28"/>
                      <w:szCs w:val="28"/>
                    </w:rPr>
                    <w:t>电话：188-0000-0000</w:t>
                  </w:r>
                </w:p>
                <w:p>
                  <w:pPr>
                    <w:spacing w:line="413" w:lineRule="auto"/>
                    <w:rPr>
                      <w:rFonts w:ascii="黑体" w:hAnsi="黑体" w:eastAsia="黑体" w:cs="黑体"/>
                      <w:color w:val="7E7E7E" w:themeColor="text1" w:themeTint="80"/>
                      <w:sz w:val="28"/>
                      <w:szCs w:val="28"/>
                    </w:rPr>
                  </w:pPr>
                  <w:r>
                    <w:rPr>
                      <w:rFonts w:hint="eastAsia" w:ascii="黑体" w:hAnsi="黑体" w:eastAsia="黑体" w:cs="黑体"/>
                      <w:color w:val="7E7E7E" w:themeColor="text1" w:themeTint="80"/>
                      <w:sz w:val="28"/>
                      <w:szCs w:val="28"/>
                    </w:rPr>
                    <w:t>邮箱：</w:t>
                  </w:r>
                  <w:r>
                    <w:rPr>
                      <w:rFonts w:hint="eastAsia" w:ascii="黑体" w:hAnsi="黑体" w:eastAsia="黑体" w:cs="黑体"/>
                      <w:color w:val="7E7E7E" w:themeColor="text1" w:themeTint="80"/>
                      <w:sz w:val="28"/>
                      <w:szCs w:val="28"/>
                      <w:lang w:val="en-US" w:eastAsia="zh-CN"/>
                    </w:rPr>
                    <w:t>xingyunri</w:t>
                  </w:r>
                  <w:r>
                    <w:rPr>
                      <w:rFonts w:hint="eastAsia" w:ascii="黑体" w:hAnsi="黑体" w:eastAsia="黑体" w:cs="黑体"/>
                      <w:color w:val="7E7E7E" w:themeColor="text1" w:themeTint="80"/>
                      <w:sz w:val="28"/>
                      <w:szCs w:val="28"/>
                    </w:rPr>
                    <w:t>@gmail.com</w:t>
                  </w:r>
                </w:p>
                <w:p>
                  <w:pPr>
                    <w:spacing w:line="413" w:lineRule="auto"/>
                    <w:rPr>
                      <w:rFonts w:ascii="黑体" w:hAnsi="黑体" w:eastAsia="黑体" w:cs="黑体"/>
                      <w:color w:val="7E7E7E" w:themeColor="text1" w:themeTint="80"/>
                      <w:sz w:val="28"/>
                      <w:szCs w:val="28"/>
                    </w:rPr>
                  </w:pPr>
                  <w:r>
                    <w:rPr>
                      <w:rFonts w:hint="eastAsia" w:ascii="黑体" w:hAnsi="黑体" w:eastAsia="黑体" w:cs="黑体"/>
                      <w:color w:val="7E7E7E" w:themeColor="text1" w:themeTint="80"/>
                      <w:sz w:val="28"/>
                      <w:szCs w:val="28"/>
                    </w:rPr>
                    <w:t>求职意向：美术主编</w:t>
                  </w:r>
                </w:p>
              </w:txbxContent>
            </v:textbox>
          </v:shape>
        </w:pict>
      </w:r>
      <w:r>
        <w:pict>
          <v:shape id="搜索" o:spid="_x0000_s1032" o:spt="100" style="position:absolute;left:0pt;margin-left:121.75pt;margin-top:429.25pt;height:12.3pt;width:11.85pt;z-index:251668480;v-text-anchor:middle;mso-width-relative:page;mso-height-relative:page;" fillcolor="#29869F" filled="t" stroked="f" coordsize="405200,413075" o:gfxdata="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" adj="," path="m150612,52389c96365,52389,52389,96365,52389,150612c52389,204860,96365,248836,150612,248836c204860,248836,248836,204860,248836,150612c248836,96365,204860,52389,150612,52389xm150612,0c233793,0,301225,67431,301225,150612c301225,180842,292319,208992,276789,232452c277931,232774,278722,233519,279486,234307l395404,354065c408773,367877,408414,389911,394603,403280c380791,416648,358757,416289,345389,402478l229470,282720,227420,279520c205163,293486,178791,301225,150612,301225c67431,301225,0,233793,0,150612c0,67431,67431,0,150612,0xe">
            <v:path o:connecttype="segments" o:connectlocs="55938,19811;19457,56956;55938,94100;92419,56956;55938,19811;55938,0;111877,56956;102801,87904;103803,88606;146856,133894;146559,152505;128280,152202;85227,106914;84465,105704;55938,113912;0,56956;55938,0" o:connectangles="0,0,0,0,0,0,0,0,0,0,0,0,0,0,0,0,0"/>
            <v:fill on="t" focussize="0,0"/>
            <v:stroke on="f" weight="1pt" joinstyle="miter"/>
            <v:imagedata o:title=""/>
            <o:lock v:ext="edit"/>
          </v:shape>
        </w:pict>
      </w:r>
      <w:r>
        <w:pict>
          <v:shape id="信息" o:spid="_x0000_s1031" o:spt="100" style="position:absolute;left:0pt;margin-left:121.2pt;margin-top:399.8pt;height:9.3pt;width:13pt;z-index:251667456;v-text-anchor:middle;mso-width-relative:page;mso-height-relative:page;" fillcolor="#29869F" filled="t" stroked="f" coordsize="529316,401026" o:gfxdata="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" adj="," path="m367281,196274l355293,208263,465090,318060c465822,318792,466527,319541,466739,320716l491723,320716xm162035,196274l37593,320716,62577,320716,64225,318061,174023,208263xm46349,80311l222791,256753c234032,267995,248767,273616,263500,273616c263887,273616,264274,273611,264659,273504c279774,273906,294989,268289,306525,256753l482968,80311,458990,80311,300904,238397c290917,248385,277745,253247,264659,252899c264325,252991,263990,252995,263656,252995c250900,252995,238144,248128,228412,238397l70326,80311xm92015,0l437301,0c488119,0,529316,41197,529316,92015l529316,309011c529316,359829,488119,401026,437301,401026l92015,401026c41197,401026,0,359829,0,309011l0,92015c0,41197,41197,0,92015,0xe">
            <v:path o:connecttype="segments" o:connectlocs="114559,57806;110820,61337;145067,93674;145581,94457;153374,94457;50540,57806;11725,94457;19518,94457;20032,93675;54279,61337;14456,23653;69491,75618;82188,80585;82550,80552;95608,75618;150643,23653;143164,23653;93855,70212;82550,74483;82237,74511;71244,70212;21935,23653;28700,0;136399,0;165100,27100;165100,91009;136399,118110;28700,118110;0,91009;0,27100;28700,0" o:connectangles="0,0,0,0,0,0,0,0,0,0,0,0,0,0,0,0,0,0,0,0,0,0,0,0,0,0,0,0,0,0,0"/>
            <v:fill on="t" focussize="0,0"/>
            <v:stroke on="f" weight="1pt" joinstyle="miter"/>
            <v:imagedata o:title=""/>
            <o:lock v:ext="edit"/>
          </v:shape>
        </w:pict>
      </w:r>
      <w:r>
        <w:pict>
          <v:shape id="手机" o:spid="_x0000_s1030" o:spt="100" style="position:absolute;left:0pt;margin-left:123.5pt;margin-top:364.7pt;height:16.1pt;width:8.45pt;z-index:251666432;v-text-anchor:middle;mso-width-relative:page;mso-height-relative:page;" fillcolor="#29869F" filled="t" stroked="f" coordsize="3056,5968" o:gfxdata="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" adj="," path="m2407,725l2407,239,2406,215,2403,191,2396,168,2388,147,2379,126,2366,106,2352,87,2338,70,2320,54,2302,40,2282,29,2261,18,2239,11,2217,5,2192,2,2168,0,2144,2,2120,5,2097,11,2075,18,2054,29,2035,40,2016,54,1999,70,1983,87,1970,106,1958,126,1948,147,1940,168,1934,191,1931,215,1930,239,1930,689,887,689,841,690,795,693,751,700,708,707,665,716,623,729,582,743,541,758,502,776,464,796,426,817,391,840,356,866,322,892,290,919,259,949,230,979,203,1012,176,1045,151,1080,128,1116,107,1153,87,1191,69,1230,53,1270,40,1312,27,1354,18,1396,9,1440,4,1485,1,1530,0,1575,0,5081,1,5128,4,5172,9,5217,18,5260,27,5303,40,5345,53,5386,69,5426,87,5466,107,5504,128,5541,151,5577,176,5612,203,5646,230,5677,259,5709,290,5737,322,5766,356,5792,391,5817,426,5840,464,5861,502,5880,541,5898,582,5914,623,5928,665,5940,708,5951,751,5958,795,5963,841,5967,887,5968,2168,5968,2214,5967,2259,5963,2303,5958,2347,5951,2390,5940,2432,5928,2473,5914,2513,5898,2553,5880,2591,5861,2628,5840,2664,5817,2699,5792,2733,5766,2764,5737,2795,5709,2824,5677,2853,5646,2879,5612,2904,5577,2926,5541,2948,5504,2967,5466,2985,5426,3001,5386,3016,5345,3027,5303,3038,5260,3045,5217,3050,5172,3054,5128,3056,5081,3056,1575,3054,1537,3052,1500,3048,1463,3043,1427,3036,1390,3027,1355,3018,1321,3006,1286,2993,1252,2980,1220,2965,1187,2948,1156,2930,1125,2913,1095,2893,1065,2872,1037,2848,1010,2825,983,2801,958,2776,933,2750,910,2723,887,2695,866,2666,846,2636,826,2606,808,2574,791,2543,775,2510,760,2476,748,2442,735,2407,725xm600,1693l600,1693,601,1675,602,1657,604,1639,607,1621,611,1604,617,1588,622,1571,628,1555,636,1539,643,1524,652,1509,661,1494,671,1480,682,1467,693,1454,705,1442,718,1430,730,1418,744,1408,758,1398,772,1389,787,1381,802,1372,818,1365,834,1359,850,1353,868,1348,885,1345,902,1342,919,1339,938,1337,956,1337,2099,1337,2117,1337,2136,1339,2154,1342,2170,1345,2188,1348,2205,1353,2221,1359,2238,1365,2253,1372,2268,1381,2284,1389,2298,1398,2312,1408,2325,1418,2339,1430,2350,1442,2363,1454,2373,1467,2384,1480,2394,1494,2404,1509,2412,1524,2420,1539,2427,1555,2433,1571,2438,1588,2444,1604,2448,1621,2451,1639,2453,1657,2454,1675,2455,1693,2455,2702,2454,2721,2453,2739,2451,2756,2448,2774,2444,2791,2438,2808,2433,2825,2427,2840,2420,2856,2412,2872,2404,2887,2394,2901,2384,2915,2373,2929,2363,2941,2350,2954,2339,2966,2325,2977,2312,2988,2298,2997,2284,3007,2268,3015,2253,3023,2238,3030,2221,3036,2205,3042,2188,3046,2170,3051,2154,3054,2136,3056,2117,3058,2099,3058,956,3058,938,3058,919,3056,902,3054,885,3051,868,3046,850,3042,834,3036,818,3030,802,3023,787,3015,772,3007,758,2997,744,2988,730,2977,718,2966,705,2954,693,2941,682,2929,671,2915,661,2901,652,2887,643,2872,636,2856,628,2840,622,2825,617,2808,611,2791,607,2774,604,2756,602,2739,601,2721,600,2702,600,1693xm683,3727l683,3727,684,3714,686,3700,689,3689,693,3676,699,3666,705,3655,712,3645,721,3636,730,3628,740,3620,750,3614,762,3609,773,3604,786,3600,799,3599,812,3598,1224,3598,1237,3599,1251,3600,1262,3604,1274,3609,1285,3614,1296,3620,1306,3628,1315,3636,1323,3645,1331,3655,1337,3666,1343,3676,1347,3689,1350,3700,1353,3714,1353,3727,1353,4091,1353,4104,1350,4116,1347,4129,1343,4141,1337,4152,1331,4163,1323,4172,1315,4182,1306,4190,1296,4197,1285,4204,1274,4209,1262,4213,1251,4216,1237,4218,1224,4219,812,4219,799,4218,786,4216,773,4213,762,4209,750,4204,740,4197,730,4190,721,4182,712,4172,705,4163,699,4152,693,4141,689,4129,686,4116,684,4104,683,4091,683,3727xm1679,3727l1679,3727,1679,3714,1682,3700,1685,3689,1689,3676,1695,3666,1702,3655,1709,3645,1717,3636,1726,3628,1736,3620,1747,3614,1757,3609,1770,3604,1781,3600,1794,3599,1808,3598,2220,3598,2233,3599,2246,3600,2259,3604,2270,3609,2281,3614,2291,3620,2302,3628,2311,3636,2319,3645,2327,3655,2333,3666,2339,3676,2343,3689,2346,3700,2348,3714,2348,3727,2348,4091,2348,4104,2346,4116,2343,4129,2339,4141,2333,4152,2327,4163,2319,4172,2311,4182,2302,4190,2291,4197,2281,4204,2270,4209,2259,4213,2246,4216,2233,4218,2220,4219,1808,4219,1794,4218,1781,4216,1770,4213,1757,4209,1747,4204,1736,4197,1726,4190,1717,4182,1709,4172,1702,4163,1695,4152,1689,4141,1685,4129,1682,4116,1679,4104,1679,4091,1679,3727xm683,4662l683,4662,684,4648,686,4636,689,4624,693,4611,699,4601,705,4590,712,4580,721,4572,730,4563,740,4556,750,4548,762,4543,773,4539,786,4536,799,4534,812,4534,1224,4534,1237,4534,1251,4536,1262,4539,1274,4543,1285,4548,1296,4556,1306,4563,1315,4572,1323,4580,1331,4590,1337,4601,1343,4611,1347,4624,1350,4636,1353,4648,1353,4662,1353,5026,1353,5039,1350,5052,1347,5064,1343,5076,1337,5088,1331,5098,1323,5108,1315,5117,1306,5125,1296,5133,1285,5139,1274,5144,1262,5149,1251,5152,1237,5154,1224,5155,812,5155,799,5154,786,5152,773,5149,762,5144,750,5139,740,5133,730,5125,721,5117,712,5108,705,5098,699,5088,693,5076,689,5064,686,5052,684,5039,683,5026,683,4662xm1679,4662l1679,4662,1679,4648,1682,4636,1685,4624,1689,4611,1695,4601,1702,4590,1709,4580,1717,4572,1726,4563,1736,4556,1747,4548,1757,4543,1770,4539,1781,4536,1794,4534,1808,4534,2220,4534,2233,4534,2246,4536,2259,4539,2270,4543,2281,4548,2291,4556,2302,4563,2311,4572,2319,4580,2327,4590,2333,4601,2339,4611,2343,4624,2346,4636,2348,4648,2348,4662,2348,5026,2348,5039,2346,5052,2343,5064,2339,5076,2333,5088,2327,5098,2319,5108,2311,5117,2302,5125,2291,5133,2281,5139,2270,5144,2259,5149,2246,5152,2233,5154,2220,5155,1808,5155,1794,5154,1781,5152,1770,5149,1757,5144,1747,5139,1736,5133,1726,5125,1717,5117,1709,5108,1702,5098,1695,5088,1689,5076,1685,5064,1682,5052,1679,5039,1679,5026,1679,4662xe">
            <v:path o:connecttype="segments" o:connectlocs="26346499,951463;24285391,0;22067454,1159222;9420683,7545998;4771935,8934873;1433828,12204817;11202,16732415;593709,58902434;3248491,62741043;7449156,64961092;25797634,65157956;30233508,63342531;33235588,59777325;34232536,17224541;33526842,13692123;31376082,10476894;28116389,8311527;6799472,17727596;7639591,16043426;9163036,14927920;23512449,14621729;25405562,15102925;26816986,16338687;27477872,18121290;27309841,30708872;26324095,32305574;24699867,33267967;10294409,33421080;8490913,32775842;7202711,31408791;6721058,29549649;7975653,39862502;13710931,39348483;14819899,39862502;15155961,44882227;14394256,45975840;8658943,46074272;7718006,45155630;18919746,40201515;19950300,39370376;25663209,39589099;26301691,40759251;25887250,45735224;20252756,46139882;19065373,45527465;7661996,50831522;8401296,49737909;14136609,49639477;15088748,50569048;14976728,55643454;13856557,56365232;8177290,56048077;7650793,50984635;19233404,50000349;24867863,49584797;26066448,50197213;26279287,55249760;25427966,56255870;19681451,56255870;18841332,55249760" o:connectangles="0,0,0,0,0,0,0,0,0,0,0,0,0,0,0,0,0,0,0,0,0,0,0,0,0,0,0,0,0,0,0,0,0,0,0,0,0,0,0,0,0,0,0,0,0,0,0,0,0,0,0,0,0,0,0,0,0,0,0,0"/>
            <v:fill on="t" focussize="0,0"/>
            <v:stroke on="f" joinstyle="round"/>
            <v:imagedata o:title=""/>
            <o:lock v:ext="edit"/>
          </v:shape>
        </w:pict>
      </w:r>
      <w:r>
        <w:pict>
          <v:shape id="人" o:spid="_x0000_s1029" o:spt="100" style="position:absolute;left:0pt;margin-left:122.65pt;margin-top:335.8pt;height:13.2pt;width:10.3pt;z-index:251660288;v-text-anchor:middle;mso-width-relative:page;mso-height-relative:page;" fillcolor="#29869F" filled="t" stroked="f" coordsize="1679575,2125662" o:gfxdata="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" adj="," path="m481421,957262l484914,961070,490948,968686,497299,975667,510319,990264,523657,1003909,537947,1017237,552237,1029613,567480,1041671,583040,1053095,598601,1063884,615114,1074039,631627,1083558,649093,1092126,666241,1100377,684025,1107993,701808,1114657,720226,1120686,738645,1125763,734517,1130840,730706,1135283,727213,1140043,723402,1145437,720544,1150515,717368,1155909,714510,1161304,711970,1167016,710064,1172410,708159,1178439,706254,1184151,704983,1190498,704031,1196210,702761,1202556,702443,1208903,702125,1215249,702443,1222548,703078,1229529,704348,1236510,705619,1243174,707206,1249838,709112,1256819,711652,1263166,714193,1269512,717686,1275542,720861,1281571,724355,1287283,728483,1292995,732611,1298389,737057,1303784,742138,1308861,746901,1313304,672275,1874339,854237,2050773,1030800,1874339,956173,1313304,961572,1308544,966018,1303466,970781,1298072,974910,1292995,978720,1286965,982531,1281571,986024,1275224,988882,1269195,991423,1262849,994281,1256502,996186,1249838,997774,1243174,999044,1236510,999997,1229212,1000632,1222548,1000632,1215249,1000632,1208903,1000314,1203191,999679,1197479,998727,1191767,997456,1186055,996186,1180661,994598,1175266,992375,1169872,990152,1164794,987929,1159400,985389,1154640,982849,1149563,979355,1144803,976497,1139725,973004,1135283,969829,1130840,987612,1126398,1005713,1121320,1023496,1115609,1041280,1109262,1058428,1101963,1075576,1094665,1092089,1086097,1108602,1076895,1124480,1067375,1140041,1056903,1155601,1046114,1170209,1034690,1184817,1022632,1198472,1009938,1211809,996928,1225147,983283,1228640,979792,1232451,982966,1257220,1002005,1281037,1021680,1304537,1041989,1316604,1052143,1327719,1062615,1338833,1073404,1349948,1084193,1361062,1094982,1371860,1105771,1382339,1116561,1392818,1127984,1403298,1139408,1413460,1150832,1423304,1162573,1433149,1174314,1442675,1186373,1452202,1198748,1461411,1210807,1470621,1223183,1479830,1235876,1488404,1248569,1496978,1261262,1505552,1274272,1513809,1287600,1521748,1300611,1529687,1314573,1537308,1328218,1544930,1341863,1552234,1355826,1559537,1369788,1566206,1384385,1573193,1398982,1579544,1413579,1586213,1428176,1592246,1443725,1598280,1458640,1603996,1473871,1609712,1489738,1614793,1505287,1620191,1521153,1624955,1537337,1630036,1553521,1634482,1570339,1638610,1586840,1643056,1603976,1646867,1620794,1650677,1637930,1654170,1655383,1657664,1673153,1660522,1690923,1663697,1709011,1666238,1727099,1668461,1745821,1670684,1764226,1672589,1783266,1674177,1802305,1676082,1821345,1677352,1841019,1678305,1860694,1679258,1880368,1679575,1900677,1679575,1903850,1677035,1905437,1653853,1918765,1630353,1931775,1606854,1944151,1583037,1956209,1558902,1967950,1534768,1979374,1510316,1990163,1485864,2000635,1461411,2010790,1436642,2020627,1411872,2029512,1386785,2038397,1361380,2046965,1335975,2054581,1310570,2062514,1285166,2069495,1259443,2076159,1233403,2082506,1207681,2088535,1181959,2093929,1155919,2099007,1129561,2103767,1103204,2107892,1077164,2111382,1050806,2114873,1024131,2117729,997774,2119950,971099,2121854,944424,2123441,917749,2125028,891074,2125662,864399,2125662,835818,2125662,807238,2124710,778657,2123124,750395,2121537,722132,2119316,693869,2116777,665606,2113604,637661,2109478,609398,2105353,581453,2100593,553825,2095199,525880,2089487,498252,2083458,470624,2076476,443314,2069495,416321,2061879,389011,2053629,362019,2045378,335343,2036176,308668,2026656,282311,2016502,255953,2006030,229913,1994923,203556,1983499,177833,1971441,152429,1959065,127024,1946372,101619,1933044,76532,1919399,51762,1905437,27310,1890523,2858,1875291,0,1888301,0,1870531,952,1850222,2223,1829913,3493,1809604,5398,1790247,6986,1770573,9209,1750898,11749,1732176,14290,1713136,17148,1694414,20006,1676009,23499,1657604,26992,1639834,30486,1621746,34931,1604293,38742,1586840,43188,1569704,47951,1552569,52715,1536068,57796,1519249,62877,1503066,68593,1486564,73991,1470698,80025,1455149,86059,1439283,92410,1424051,98761,1409137,105430,1393905,112098,1378990,119402,1364393,126706,1350114,134010,1335834,141632,1321871,149571,1307909,157510,1294264,165766,1280936,174023,1267291,182597,1253963,191171,1241270,200380,1228260,209589,1215884,218799,1203191,228008,1191133,237852,1178757,247697,1167016,257541,1155275,267703,1143533,278182,1132110,288662,1120686,298824,1109579,309938,1098473,320735,1087684,331850,1076895,343282,1066423,354715,1055951,366147,1045797,377897,1035642,389964,1025805,401714,1015968,414099,1006448,426801,996928,439186,987408,451571,977888,477293,960118,481421,957262xm839471,0l852171,0,865506,0,878206,636,890906,1271,903288,2542,915988,3813,928371,5719,940436,7943,952818,10167,964883,12708,976631,15568,988696,19062,1000443,22239,1011873,26052,1023621,30182,1034733,34630,1046163,39395,1057276,44161,1068388,48926,1079183,54645,1089661,60046,1100456,66082,1110616,72119,1120776,78790,1130936,85462,1140461,92134,1150303,99123,1159828,106430,1169353,114055,1178561,121680,1187133,129623,1196023,137883,1204596,146143,1213168,155039,1221106,163299,1229043,172513,1236981,181726,1244283,190939,1251586,200153,1258888,210001,1265556,219850,1272223,230017,1278256,240183,1284606,250667,1290321,261151,1296353,271953,1301433,282755,1306831,293239,1311593,304359,1316356,315796,1320483,327234,1324293,338671,1328421,350426,1331913,362181,1335088,373936,1337946,386009,1340803,398081,1343026,410472,1344931,422862,1346518,435252,1348106,447643,1349058,460033,1350011,472741,1350646,485449,1350963,498475,1350646,513407,1349693,528975,1348423,543907,1347153,558521,1345248,573453,1342708,588067,1339851,602682,1336358,616660,1332866,631275,1328738,645254,1324293,658915,1319531,672576,1314133,685920,1308418,699263,1302386,712607,1296353,725315,1289368,738023,1282383,750413,1275081,762486,1267143,774559,1259206,786313,1250633,797751,1242061,809188,1232853,819990,1223963,830792,1214121,841276,1204278,851442,1193801,860974,1183323,870822,1172528,880036,1161733,889249,1150303,897827,1134746,909264,1118236,920066,1101408,929915,1084581,939446,1066801,948342,1048703,956602,1040131,960414,1030606,963909,1021398,967722,1011873,970899,1002348,973758,993141,976617,983616,979794,973773,982018,963931,984560,954088,986466,944246,988372,934403,990596,924561,991867,914401,993455,904241,994409,893763,995362,883603,995997,873126,996632,862648,996950,852171,996950,840423,996950,828358,996315,816293,995679,804546,994726,792798,993455,781368,992185,769621,990278,758191,988054,746761,985831,735331,983289,724218,980430,713106,977253,702311,973758,691198,970263,680721,966768,670243,962321,659448,958190,648971,953425,638811,948659,628651,943894,618491,938493,608648,933410,599123,927373,589281,921655,579756,915618,570548,909264,561023,902910,552133,895921,543561,889249,534671,881942,526098,874952,517526,867328,508318,858750,499428,849854,490538,840958,481648,831427,473711,821896,465456,812047,457518,801881,449898,791714,442596,781548,435293,770746,428626,759944,421958,749142,415608,738023,409576,726585,403861,715148,398463,703393,393383,691638,388303,679566,383858,667493,379731,655420,375603,643030,372111,630322,368936,617614,365443,604588,362903,591880,360681,578854,358776,565828,357188,552485,355601,539141,354648,525480,354331,511819,354013,498475,354331,485449,354648,472741,355601,460033,356871,447643,358141,434935,360046,422544,361951,410472,364173,397763,366713,385691,369888,373936,373063,361863,376556,350108,380683,338671,384493,326916,388621,315796,393383,304359,398146,293239,403543,282755,408623,271636,414656,261151,420371,250667,426721,240183,432753,230017,439421,219850,446088,210001,453391,200153,460693,190939,467996,181408,475933,172195,483871,163299,491808,154403,500381,146143,508953,137565,517526,129305,526416,121680,535623,113738,545148,106113,554673,99123,564516,92134,574041,85462,584201,78473,594361,72119,604838,66082,615316,60046,625793,54645,636906,48926,647701,44161,658813,39395,670243,34630,681356,30182,693103,26052,704533,22239,716281,19062,728346,15568,740093,12708,752158,10167,764541,7625,776606,5719,788988,3813,801688,2542,814071,1271,826771,636,839471,0xe">
            <v:path o:connecttype="segments" o:connectlocs="39601,73623;50261,79207;49685,82482;49020,86407;50305,90578;71934,132474;69009,89704;69829,85442;68942,81944;71424,78848;81663,73129;91037,73645;97929,80531;103868,88246;108832,96813;112688,106390;115436,116999;116965,128729;112134,137408;96777,144069;80666,148353;64045,150192;46449,149385;29053,145729;12410,139337;0,132205;1196,119757;3678,108566;7357,98518;12144,89569;17972,81652;24753,74632;33308,67859;64786,404;72209,2447;78922,6040;84661,10957;89203,16975;92416,23936;94078,31638;93878,40530;91308,49422;86677,57191;80274,63456;71278,68396;65207,70013;58649,70462;51315,69496;44579,67049;38530,63321;33058,58089;28582,51353;25746,43651;24704,35231;25591,27259;28161,19984;32149,13495;37378,8038;43671,3862;50827,1100;58582,0" o:connectangles="0,0,0,0,0,0,0,0,0,0,0,0,0,0,0,0,0,0,0,0,0,0,0,0,0,0,0,0,0,0,0,0,0,0,0,0,0,0,0,0,0,0,0,0,0,0,0,0,0,0,0,0,0,0,0,0,0,0,0,0,0"/>
            <v:fill on="t" focussize="0,0"/>
            <v:stroke on="f" joinstyle="round"/>
            <v:imagedata o:title=""/>
            <o:lock v:ext="edit"/>
          </v:shape>
        </w:pict>
      </w:r>
      <w:r>
        <w:pict>
          <v:line id="直线 21" o:spid="_x0000_s1028" o:spt="20" style="position:absolute;left:0pt;margin-left:23.25pt;margin-top:165.9pt;height:0.05pt;width:368.8pt;z-index:251661312;mso-width-relative:page;mso-height-relative:page;" stroked="t" coordsize="21600,21600" o:gfxdata="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GWby5vZAAAACgEA&#10;AA8AAAAAAAAAAQAgAAAAIgAAAGRycy9kb3ducmV2LnhtbFBLAQIUABQAAAAIAIdO4kAhgAKD4AEA&#10;AL4DAAAOAAAAAAAAAAEAIAAAACgBAABkcnMvZTJvRG9jLnhtbFBLBQYAAAAABgAGAFkBAAB6BQAA&#10;AAA=&#10;">
            <v:path arrowok="t"/>
            <v:fill focussize="0,0"/>
            <v:stroke weight="0.5pt" color="#595959"/>
            <v:imagedata o:title=""/>
            <o:lock v:ext="edit"/>
          </v:line>
        </w:pict>
      </w:r>
      <w:r>
        <w:pict>
          <v:shape id="文本框 2" o:spid="_x0000_s1027" o:spt="202" type="#_x0000_t202" style="position:absolute;left:0pt;margin-left:26.75pt;margin-top:176.1pt;height:15.9pt;width:361.8pt;z-index:251649024;mso-width-relative:page;mso-height-relative:page;" filled="f" stroked="f" coordsize="21600,21600" o:gfxdata="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A75pm22QAAAAoB&#10;AAAPAAAAAAAAAAEAIAAAACIAAABkcnMvZG93bnJldi54bWxQSwECFAAUAAAACACHTuJAWdNVyqgB&#10;AAAvAwAADgAAAAAAAAABACAAAAAoAQAAZHJzL2Uyb0RvYy54bWxQSwUGAAAAAAYABgBZAQAAQgUA&#10;AAAA&#10;">
            <v:path/>
            <v:fill on="f" focussize="0,0"/>
            <v:stroke on="f" weight="1.25pt" joinstyle="miter"/>
            <v:imagedata o:title=""/>
            <o:lock v:ext="edit"/>
            <v:textbox inset="0mm,0mm,0mm,0mm">
              <w:txbxContent>
                <w:p>
                  <w:pPr>
                    <w:jc w:val="distribute"/>
                    <w:rPr>
                      <w:rFonts w:ascii="幼圆" w:hAnsi="幼圆" w:eastAsia="幼圆" w:cs="幼圆"/>
                      <w:color w:val="585858" w:themeColor="text1" w:themeTint="A6"/>
                      <w:sz w:val="24"/>
                      <w:szCs w:val="22"/>
                    </w:rPr>
                  </w:pPr>
                  <w:r>
                    <w:rPr>
                      <w:rFonts w:hint="eastAsia" w:ascii="幼圆" w:hAnsi="幼圆" w:eastAsia="幼圆" w:cs="幼圆"/>
                      <w:color w:val="585858" w:themeColor="text1" w:themeTint="A6"/>
                      <w:sz w:val="24"/>
                      <w:szCs w:val="22"/>
                    </w:rPr>
                    <w:t>PERSONAL RESUME</w:t>
                  </w:r>
                </w:p>
              </w:txbxContent>
            </v:textbox>
          </v:shape>
        </w:pict>
      </w:r>
      <w:bookmarkStart w:id="0" w:name="_GoBack"/>
      <w:r>
        <w:drawing>
          <wp:anchor distT="0" distB="0" distL="114300" distR="114300" simplePos="0" relativeHeight="251645952" behindDoc="1" locked="0" layoutInCell="1" allowOverlap="1">
            <wp:simplePos x="0" y="0"/>
            <wp:positionH relativeFrom="column">
              <wp:posOffset>-1179830</wp:posOffset>
            </wp:positionH>
            <wp:positionV relativeFrom="paragraph">
              <wp:posOffset>-967105</wp:posOffset>
            </wp:positionV>
            <wp:extent cx="7634605" cy="10798810"/>
            <wp:effectExtent l="0" t="0" r="4445" b="2540"/>
            <wp:wrapNone/>
            <wp:docPr id="27" name="图片 27" descr="C:\Users\Administrator\Desktop\图片1.jpg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C:\Users\Administrator\Desktop\图片1.jpg图片1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34605" cy="107988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>
        <w:rPr>
          <w:rFonts w:hint="eastAsia"/>
          <w:lang w:val="en-US" w:eastAsia="zh-CN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幼圆">
    <w:panose1 w:val="0201050906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7A821ED4"/>
    <w:rsid w:val="000A4A1F"/>
    <w:rsid w:val="003A4BA0"/>
    <w:rsid w:val="004F3BFE"/>
    <w:rsid w:val="006A7EDC"/>
    <w:rsid w:val="00744F40"/>
    <w:rsid w:val="00804448"/>
    <w:rsid w:val="00C179E0"/>
    <w:rsid w:val="02493013"/>
    <w:rsid w:val="0A095C1C"/>
    <w:rsid w:val="0F605A56"/>
    <w:rsid w:val="12EA0A78"/>
    <w:rsid w:val="1B1D3C1A"/>
    <w:rsid w:val="1BAF3404"/>
    <w:rsid w:val="245A2EE4"/>
    <w:rsid w:val="2C3C1D02"/>
    <w:rsid w:val="470F5358"/>
    <w:rsid w:val="56C004EC"/>
    <w:rsid w:val="57493067"/>
    <w:rsid w:val="747D6DC9"/>
    <w:rsid w:val="7A821ED4"/>
    <w:rsid w:val="7C595B14"/>
    <w:rsid w:val="7DB55A5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dao\AppData\Roaming\kingsoft\office6\templates\download\&#40664;&#35748;\&#27700;&#24425;&#32511;&#21494;&#31934;&#33268;&#31616;&#21382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5"/>
    <customShpInfo spid="_x0000_s1037"/>
    <customShpInfo spid="_x0000_s1038"/>
    <customShpInfo spid="_x0000_s1039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26"/>
    <customShpInfo spid="_x0000_s1051"/>
    <customShpInfo spid="_x0000_s1040"/>
    <customShpInfo spid="_x0000_s1036"/>
    <customShpInfo spid="_x0000_s1034"/>
    <customShpInfo spid="_x0000_s1033"/>
    <customShpInfo spid="_x0000_s1032"/>
    <customShpInfo spid="_x0000_s1031"/>
    <customShpInfo spid="_x0000_s1030"/>
    <customShpInfo spid="_x0000_s1029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水彩绿叶精致简历</Template>
  <Pages>1</Pages>
  <Words>0</Words>
  <Characters>12</Characters>
  <Lines>1</Lines>
  <Paragraphs>1</Paragraphs>
  <TotalTime>0</TotalTime>
  <ScaleCrop>false</ScaleCrop>
  <LinksUpToDate>false</LinksUpToDate>
  <CharactersWithSpaces>12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2017-07-12T16:41:00Z</dcterms:created>
  <dc:creator>kedao</dc:creator>
  <cp:lastModifiedBy>WPS_1528193819</cp:lastModifiedBy>
  <dcterms:modified xsi:type="dcterms:W3CDTF">2018-07-26T06:08:59Z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